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FD7C85" w:rsidTr="00FD7C85">
        <w:tc>
          <w:tcPr>
            <w:tcW w:w="3294" w:type="dxa"/>
          </w:tcPr>
          <w:p w:rsidR="00FD7C85" w:rsidRDefault="00B10A93" w:rsidP="00B10A93">
            <w:pPr>
              <w:jc w:val="center"/>
            </w:pPr>
            <w:r>
              <w:t xml:space="preserve">Scan QR Code With Your Phone or </w:t>
            </w:r>
            <w:proofErr w:type="spellStart"/>
            <w:r>
              <w:t>Chromebook</w:t>
            </w:r>
            <w:proofErr w:type="spellEnd"/>
          </w:p>
          <w:p w:rsidR="001651DA" w:rsidRDefault="001651DA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F0C4E58" wp14:editId="36264A4E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90170</wp:posOffset>
                  </wp:positionV>
                  <wp:extent cx="1684655" cy="1689735"/>
                  <wp:effectExtent l="0" t="0" r="0" b="571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 Code Favorite Foo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655" cy="168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0A93">
              <w:t>Answer the Question.</w:t>
            </w:r>
          </w:p>
          <w:p w:rsidR="001651DA" w:rsidRDefault="001651DA"/>
        </w:tc>
        <w:tc>
          <w:tcPr>
            <w:tcW w:w="3294" w:type="dxa"/>
          </w:tcPr>
          <w:p w:rsidR="00B10A93" w:rsidRDefault="00B10A93" w:rsidP="00B10A9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79680ED" wp14:editId="23DCE50F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431165</wp:posOffset>
                  </wp:positionV>
                  <wp:extent cx="1689735" cy="1689735"/>
                  <wp:effectExtent l="0" t="0" r="5715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ast Favorite Food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735" cy="168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10A93">
              <w:t xml:space="preserve">Scan QR Code With Your Phone or </w:t>
            </w:r>
            <w:proofErr w:type="spellStart"/>
            <w:r w:rsidRPr="00B10A93">
              <w:t>Chromebook</w:t>
            </w:r>
            <w:proofErr w:type="spellEnd"/>
          </w:p>
          <w:p w:rsidR="00B10A93" w:rsidRPr="00B10A93" w:rsidRDefault="00B10A93" w:rsidP="00B10A93">
            <w:r>
              <w:t>Answer the Question.</w:t>
            </w:r>
          </w:p>
          <w:p w:rsidR="00B10A93" w:rsidRPr="00B10A93" w:rsidRDefault="00B10A93" w:rsidP="00B10A93"/>
          <w:p w:rsidR="00B10A93" w:rsidRPr="00B10A93" w:rsidRDefault="00B10A93" w:rsidP="00B10A93"/>
          <w:p w:rsidR="00B10A93" w:rsidRPr="00B10A93" w:rsidRDefault="00B10A93" w:rsidP="00B10A93"/>
          <w:p w:rsidR="00FD7C85" w:rsidRPr="00B10A93" w:rsidRDefault="00FD7C85" w:rsidP="00B10A93"/>
        </w:tc>
        <w:tc>
          <w:tcPr>
            <w:tcW w:w="3294" w:type="dxa"/>
          </w:tcPr>
          <w:p w:rsidR="00B10A93" w:rsidRDefault="00B10A93" w:rsidP="00B10A9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430530</wp:posOffset>
                  </wp:positionV>
                  <wp:extent cx="1645920" cy="1645920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vorite family recip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Scan QR Code With Your Phone or </w:t>
            </w:r>
            <w:proofErr w:type="spellStart"/>
            <w:r>
              <w:t>Chromebook</w:t>
            </w:r>
            <w:proofErr w:type="spellEnd"/>
          </w:p>
          <w:p w:rsidR="00B10A93" w:rsidRPr="00B10A93" w:rsidRDefault="00B10A93" w:rsidP="00B10A93">
            <w:r>
              <w:t>Answer the Question.</w:t>
            </w:r>
          </w:p>
          <w:p w:rsidR="00B10A93" w:rsidRPr="00B10A93" w:rsidRDefault="00B10A93" w:rsidP="00B10A93"/>
          <w:p w:rsidR="00B10A93" w:rsidRPr="00B10A93" w:rsidRDefault="00B10A93" w:rsidP="00B10A93"/>
          <w:p w:rsidR="00FD7C85" w:rsidRPr="00B10A93" w:rsidRDefault="00FD7C85" w:rsidP="00B10A93"/>
        </w:tc>
        <w:tc>
          <w:tcPr>
            <w:tcW w:w="3294" w:type="dxa"/>
          </w:tcPr>
          <w:p w:rsidR="00B10A93" w:rsidRDefault="00B10A93" w:rsidP="00B10A9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497840</wp:posOffset>
                  </wp:positionV>
                  <wp:extent cx="1524000" cy="152400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njoy cooking what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Scan QR Code With Your Phone or </w:t>
            </w:r>
            <w:proofErr w:type="spellStart"/>
            <w:r>
              <w:t>Chromebook</w:t>
            </w:r>
            <w:proofErr w:type="spellEnd"/>
          </w:p>
          <w:p w:rsidR="00B10A93" w:rsidRPr="00B10A93" w:rsidRDefault="00B10A93" w:rsidP="00B10A93">
            <w:r>
              <w:t>Answer the Question.</w:t>
            </w:r>
          </w:p>
          <w:p w:rsidR="00B10A93" w:rsidRPr="00B10A93" w:rsidRDefault="00B10A93" w:rsidP="00B10A93"/>
          <w:p w:rsidR="00B10A93" w:rsidRPr="00B10A93" w:rsidRDefault="00B10A93" w:rsidP="00B10A93"/>
          <w:p w:rsidR="00B10A93" w:rsidRPr="00B10A93" w:rsidRDefault="00B10A93" w:rsidP="00B10A93"/>
          <w:p w:rsidR="00FD7C85" w:rsidRPr="00B10A93" w:rsidRDefault="00FD7C85" w:rsidP="00B10A93"/>
        </w:tc>
      </w:tr>
      <w:tr w:rsidR="00FD7C85" w:rsidTr="00FD7C85">
        <w:tc>
          <w:tcPr>
            <w:tcW w:w="3294" w:type="dxa"/>
          </w:tcPr>
          <w:p w:rsidR="00B10A93" w:rsidRDefault="00B10A93" w:rsidP="00055971">
            <w:pPr>
              <w:jc w:val="center"/>
            </w:pPr>
            <w:r w:rsidRPr="00B10A93">
              <w:t xml:space="preserve">Scan QR Code With Your Phone or </w:t>
            </w:r>
            <w:proofErr w:type="spellStart"/>
            <w:r w:rsidRPr="00B10A93">
              <w:t>Chromebook</w:t>
            </w:r>
            <w:proofErr w:type="spellEnd"/>
          </w:p>
          <w:p w:rsidR="00055971" w:rsidRDefault="00B10A93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F3F7AB" wp14:editId="00713377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38735</wp:posOffset>
                  </wp:positionV>
                  <wp:extent cx="1579245" cy="1579245"/>
                  <wp:effectExtent l="0" t="0" r="1905" b="190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king term familiar with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245" cy="1579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Answer the Question.</w:t>
            </w:r>
          </w:p>
        </w:tc>
        <w:tc>
          <w:tcPr>
            <w:tcW w:w="3294" w:type="dxa"/>
          </w:tcPr>
          <w:p w:rsidR="00055971" w:rsidRDefault="00055971" w:rsidP="00055971">
            <w:pPr>
              <w:jc w:val="center"/>
            </w:pPr>
            <w:r w:rsidRPr="00055971">
              <w:t xml:space="preserve">Scan QR Code With Your Phone or </w:t>
            </w:r>
            <w:proofErr w:type="spellStart"/>
            <w:r w:rsidRPr="00055971">
              <w:t>Chromebook</w:t>
            </w:r>
            <w:proofErr w:type="spellEnd"/>
          </w:p>
          <w:p w:rsidR="00055971" w:rsidRPr="00055971" w:rsidRDefault="00055971" w:rsidP="00055971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0834BCE" wp14:editId="17FFD536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113665</wp:posOffset>
                  </wp:positionV>
                  <wp:extent cx="1484630" cy="1484630"/>
                  <wp:effectExtent l="0" t="0" r="1270" b="127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mmer activity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630" cy="148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Answer the Question.</w:t>
            </w:r>
          </w:p>
          <w:p w:rsidR="00055971" w:rsidRPr="00055971" w:rsidRDefault="00055971" w:rsidP="00055971"/>
          <w:p w:rsidR="00FD7C85" w:rsidRPr="00055971" w:rsidRDefault="00FD7C85" w:rsidP="00055971"/>
        </w:tc>
        <w:tc>
          <w:tcPr>
            <w:tcW w:w="3294" w:type="dxa"/>
          </w:tcPr>
          <w:p w:rsidR="00055971" w:rsidRDefault="00055971" w:rsidP="0005597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448945</wp:posOffset>
                  </wp:positionV>
                  <wp:extent cx="1463040" cy="1463040"/>
                  <wp:effectExtent l="0" t="0" r="3810" b="381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eer interest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146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Scan QR Code With Your Phone or </w:t>
            </w:r>
            <w:proofErr w:type="spellStart"/>
            <w:r>
              <w:t>Chromebook</w:t>
            </w:r>
            <w:proofErr w:type="spellEnd"/>
          </w:p>
          <w:p w:rsidR="00055971" w:rsidRPr="00055971" w:rsidRDefault="00055971" w:rsidP="00055971"/>
          <w:p w:rsidR="00055971" w:rsidRPr="00055971" w:rsidRDefault="00055971" w:rsidP="00055971">
            <w:r>
              <w:t>Answer the Question.</w:t>
            </w:r>
            <w:bookmarkStart w:id="0" w:name="_GoBack"/>
            <w:bookmarkEnd w:id="0"/>
          </w:p>
          <w:p w:rsidR="00055971" w:rsidRPr="00055971" w:rsidRDefault="00055971" w:rsidP="00055971"/>
          <w:p w:rsidR="00055971" w:rsidRPr="00055971" w:rsidRDefault="00055971" w:rsidP="00055971"/>
          <w:p w:rsidR="00FD7C85" w:rsidRPr="00055971" w:rsidRDefault="00FD7C85" w:rsidP="00055971"/>
        </w:tc>
        <w:tc>
          <w:tcPr>
            <w:tcW w:w="3294" w:type="dxa"/>
          </w:tcPr>
          <w:p w:rsidR="00055971" w:rsidRDefault="00055971" w:rsidP="0005597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448945</wp:posOffset>
                  </wp:positionV>
                  <wp:extent cx="1457325" cy="1457325"/>
                  <wp:effectExtent l="0" t="0" r="9525" b="952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o and why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Scan QR Code With Your Phone or </w:t>
            </w:r>
            <w:proofErr w:type="spellStart"/>
            <w:r>
              <w:t>Chromebook</w:t>
            </w:r>
            <w:proofErr w:type="spellEnd"/>
          </w:p>
          <w:p w:rsidR="00055971" w:rsidRPr="00055971" w:rsidRDefault="00055971" w:rsidP="00055971"/>
          <w:p w:rsidR="00055971" w:rsidRPr="00055971" w:rsidRDefault="00055971" w:rsidP="00055971">
            <w:pPr>
              <w:ind w:firstLine="720"/>
            </w:pPr>
            <w:r>
              <w:t>Answer the Question.</w:t>
            </w:r>
          </w:p>
          <w:p w:rsidR="00055971" w:rsidRPr="00055971" w:rsidRDefault="00055971" w:rsidP="00055971"/>
          <w:p w:rsidR="00055971" w:rsidRPr="00055971" w:rsidRDefault="00055971" w:rsidP="00055971"/>
          <w:p w:rsidR="00FD7C85" w:rsidRPr="00055971" w:rsidRDefault="00FD7C85" w:rsidP="00055971"/>
        </w:tc>
      </w:tr>
    </w:tbl>
    <w:p w:rsidR="00154499" w:rsidRDefault="00154499"/>
    <w:sectPr w:rsidR="00154499" w:rsidSect="00FD7C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85"/>
    <w:rsid w:val="00055971"/>
    <w:rsid w:val="00154499"/>
    <w:rsid w:val="001651DA"/>
    <w:rsid w:val="005B08E0"/>
    <w:rsid w:val="00B10A93"/>
    <w:rsid w:val="00BF0E19"/>
    <w:rsid w:val="00FD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5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1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5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1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F8E67CA4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Kaylene Schoenhard</dc:creator>
  <cp:lastModifiedBy>Kaylene Schoenhard</cp:lastModifiedBy>
  <cp:revision>2</cp:revision>
  <dcterms:created xsi:type="dcterms:W3CDTF">2014-06-19T18:45:00Z</dcterms:created>
  <dcterms:modified xsi:type="dcterms:W3CDTF">2014-06-19T18:45:00Z</dcterms:modified>
</cp:coreProperties>
</file>